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B5" w:rsidRDefault="00A72C2C" w:rsidP="009B7AB5">
      <w:pPr>
        <w:rPr>
          <w:b/>
          <w:sz w:val="36"/>
        </w:rPr>
      </w:pPr>
      <w:r w:rsidRPr="00A72C2C">
        <w:rPr>
          <w:b/>
          <w:sz w:val="36"/>
        </w:rPr>
        <w:t xml:space="preserve">              </w:t>
      </w:r>
      <w:r>
        <w:rPr>
          <w:b/>
          <w:sz w:val="36"/>
        </w:rPr>
        <w:t xml:space="preserve">                   </w:t>
      </w:r>
      <w:r w:rsidRPr="00A72C2C">
        <w:rPr>
          <w:b/>
          <w:sz w:val="36"/>
        </w:rPr>
        <w:t xml:space="preserve">MYTHOLOGY PROJECT </w:t>
      </w:r>
    </w:p>
    <w:p w:rsidR="00A72C2C" w:rsidRPr="00A72C2C" w:rsidRDefault="00A72C2C" w:rsidP="009B7AB5">
      <w:pPr>
        <w:rPr>
          <w:b/>
          <w:sz w:val="36"/>
        </w:rPr>
      </w:pPr>
      <w:r>
        <w:rPr>
          <w:b/>
          <w:sz w:val="36"/>
        </w:rPr>
        <w:t>Choose a project</w:t>
      </w:r>
      <w:proofErr w:type="gramStart"/>
      <w:r>
        <w:rPr>
          <w:b/>
          <w:sz w:val="36"/>
        </w:rPr>
        <w:t>..</w:t>
      </w:r>
      <w:proofErr w:type="gramEnd"/>
    </w:p>
    <w:p w:rsidR="009B7AB5" w:rsidRDefault="009B7AB5" w:rsidP="009B7AB5">
      <w:pPr>
        <w:rPr>
          <w:b/>
          <w:sz w:val="28"/>
        </w:rPr>
      </w:pPr>
      <w:r w:rsidRPr="009B7AB5">
        <w:rPr>
          <w:b/>
          <w:sz w:val="28"/>
        </w:rPr>
        <w:t>a. Research a God or Goddess we have not read about yet</w:t>
      </w:r>
      <w:r>
        <w:rPr>
          <w:b/>
          <w:sz w:val="28"/>
        </w:rPr>
        <w:t xml:space="preserve">  </w:t>
      </w:r>
    </w:p>
    <w:p w:rsidR="009B7AB5" w:rsidRDefault="009B7AB5" w:rsidP="009B7AB5">
      <w:pPr>
        <w:rPr>
          <w:b/>
          <w:sz w:val="28"/>
        </w:rPr>
      </w:pPr>
      <w:r w:rsidRPr="009B7AB5">
        <w:rPr>
          <w:b/>
          <w:sz w:val="28"/>
        </w:rPr>
        <w:t>b. Create your own god/goddess</w:t>
      </w:r>
    </w:p>
    <w:p w:rsidR="009B7AB5" w:rsidRPr="009B7AB5" w:rsidRDefault="009B7AB5" w:rsidP="009B7AB5">
      <w:pPr>
        <w:rPr>
          <w:b/>
          <w:sz w:val="28"/>
        </w:rPr>
      </w:pPr>
      <w:r>
        <w:rPr>
          <w:b/>
          <w:sz w:val="28"/>
        </w:rPr>
        <w:br/>
      </w:r>
      <w:r w:rsidRPr="009B7AB5">
        <w:rPr>
          <w:b/>
          <w:sz w:val="32"/>
        </w:rPr>
        <w:t xml:space="preserve">What you need to include in your </w:t>
      </w:r>
      <w:r>
        <w:rPr>
          <w:b/>
          <w:sz w:val="32"/>
        </w:rPr>
        <w:t>presentation</w:t>
      </w:r>
      <w:r w:rsidRPr="009B7AB5">
        <w:rPr>
          <w:b/>
          <w:sz w:val="32"/>
        </w:rPr>
        <w:t xml:space="preserve"> and 1.5 page paper. 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>1. Name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 xml:space="preserve">2. What </w:t>
      </w:r>
      <w:r w:rsidRPr="009B7AB5">
        <w:rPr>
          <w:sz w:val="28"/>
        </w:rPr>
        <w:t>does the GOD/GODDESS look like?</w:t>
      </w:r>
      <w:r w:rsidRPr="009B7AB5">
        <w:rPr>
          <w:sz w:val="28"/>
        </w:rPr>
        <w:br/>
        <w:t xml:space="preserve">-Hair, clothes, </w:t>
      </w:r>
      <w:proofErr w:type="spellStart"/>
      <w:r w:rsidRPr="009B7AB5">
        <w:rPr>
          <w:sz w:val="28"/>
        </w:rPr>
        <w:t>etc</w:t>
      </w:r>
      <w:proofErr w:type="spellEnd"/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>3. ROLE OF GOD/GODDESS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>4. SY</w:t>
      </w:r>
      <w:r w:rsidRPr="009B7AB5">
        <w:rPr>
          <w:sz w:val="28"/>
        </w:rPr>
        <w:t xml:space="preserve">MBOL   (lightning bolt = Zeus) 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 xml:space="preserve">5. Theme Song? 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>6. Powers</w:t>
      </w:r>
      <w:r>
        <w:rPr>
          <w:sz w:val="28"/>
        </w:rPr>
        <w:t xml:space="preserve">                                                               (50 points) </w:t>
      </w:r>
    </w:p>
    <w:p w:rsidR="009B7AB5" w:rsidRPr="009B7AB5" w:rsidRDefault="009B7AB5" w:rsidP="009B7AB5">
      <w:pPr>
        <w:rPr>
          <w:b/>
          <w:sz w:val="24"/>
        </w:rPr>
      </w:pPr>
      <w:r>
        <w:rPr>
          <w:b/>
          <w:sz w:val="24"/>
        </w:rPr>
        <w:t xml:space="preserve">            </w:t>
      </w:r>
      <w:r w:rsidRPr="009B7AB5">
        <w:rPr>
          <w:b/>
          <w:sz w:val="24"/>
        </w:rPr>
        <w:t xml:space="preserve">Make sure you also include a… </w:t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>I.</w:t>
      </w:r>
      <w:r w:rsidRPr="009B7AB5">
        <w:rPr>
          <w:sz w:val="28"/>
        </w:rPr>
        <w:t xml:space="preserve"> A narrative tale about your God/Goddess </w:t>
      </w:r>
      <w:r>
        <w:rPr>
          <w:sz w:val="28"/>
        </w:rPr>
        <w:t xml:space="preserve">   (100 points) </w:t>
      </w:r>
    </w:p>
    <w:p w:rsidR="009B7AB5" w:rsidRDefault="009B7AB5" w:rsidP="009B7AB5">
      <w:pPr>
        <w:rPr>
          <w:sz w:val="28"/>
        </w:rPr>
      </w:pPr>
      <w:r w:rsidRPr="009B7AB5">
        <w:rPr>
          <w:sz w:val="28"/>
        </w:rPr>
        <w:t>-Must include a phenomenon about a natural even</w:t>
      </w:r>
      <w:r w:rsidRPr="009B7AB5">
        <w:rPr>
          <w:sz w:val="28"/>
        </w:rPr>
        <w:t>t or a tale about a hero</w:t>
      </w:r>
      <w:proofErr w:type="gramStart"/>
      <w:r w:rsidRPr="009B7AB5">
        <w:rPr>
          <w:sz w:val="28"/>
        </w:rPr>
        <w:t>..</w:t>
      </w:r>
      <w:proofErr w:type="gramEnd"/>
      <w:r w:rsidRPr="009B7AB5">
        <w:rPr>
          <w:sz w:val="28"/>
        </w:rPr>
        <w:t xml:space="preserve"> :)  </w:t>
      </w:r>
    </w:p>
    <w:p w:rsidR="009B7AB5" w:rsidRPr="009B7AB5" w:rsidRDefault="009B7AB5" w:rsidP="009B7AB5">
      <w:pPr>
        <w:rPr>
          <w:sz w:val="28"/>
        </w:rPr>
      </w:pPr>
      <w:r>
        <w:rPr>
          <w:sz w:val="28"/>
        </w:rPr>
        <w:t xml:space="preserve">-If you’re researching a god/goddess, include a summary of a tale you have read about and the source. </w:t>
      </w:r>
      <w:r>
        <w:rPr>
          <w:sz w:val="28"/>
        </w:rPr>
        <w:br/>
      </w:r>
    </w:p>
    <w:p w:rsidR="009B7AB5" w:rsidRPr="009B7AB5" w:rsidRDefault="009B7AB5" w:rsidP="009B7AB5">
      <w:pPr>
        <w:rPr>
          <w:sz w:val="28"/>
        </w:rPr>
      </w:pPr>
      <w:r w:rsidRPr="009B7AB5">
        <w:rPr>
          <w:sz w:val="28"/>
        </w:rPr>
        <w:t xml:space="preserve">II. </w:t>
      </w:r>
      <w:proofErr w:type="spellStart"/>
      <w:r w:rsidRPr="009B7AB5">
        <w:rPr>
          <w:sz w:val="28"/>
        </w:rPr>
        <w:t>Glogst</w:t>
      </w:r>
      <w:r w:rsidRPr="009B7AB5">
        <w:rPr>
          <w:sz w:val="28"/>
        </w:rPr>
        <w:t>er</w:t>
      </w:r>
      <w:proofErr w:type="spellEnd"/>
      <w:r w:rsidRPr="009B7AB5">
        <w:rPr>
          <w:sz w:val="28"/>
        </w:rPr>
        <w:t xml:space="preserve">, </w:t>
      </w:r>
      <w:proofErr w:type="spellStart"/>
      <w:r w:rsidRPr="009B7AB5">
        <w:rPr>
          <w:sz w:val="28"/>
        </w:rPr>
        <w:t>scrapblog</w:t>
      </w:r>
      <w:proofErr w:type="spellEnd"/>
      <w:r w:rsidR="00A72C2C">
        <w:rPr>
          <w:sz w:val="28"/>
        </w:rPr>
        <w:t>, or a power-</w:t>
      </w:r>
      <w:proofErr w:type="gramStart"/>
      <w:r w:rsidR="00A72C2C">
        <w:rPr>
          <w:sz w:val="28"/>
        </w:rPr>
        <w:t xml:space="preserve">point </w:t>
      </w:r>
      <w:bookmarkStart w:id="0" w:name="_GoBack"/>
      <w:bookmarkEnd w:id="0"/>
      <w:r w:rsidR="00A72C2C">
        <w:rPr>
          <w:sz w:val="28"/>
        </w:rPr>
        <w:t xml:space="preserve"> presentation</w:t>
      </w:r>
      <w:proofErr w:type="gramEnd"/>
      <w:r>
        <w:rPr>
          <w:sz w:val="28"/>
        </w:rPr>
        <w:t xml:space="preserve">   (50 points) </w:t>
      </w:r>
    </w:p>
    <w:p w:rsidR="009B7AB5" w:rsidRDefault="009B7AB5" w:rsidP="009B7AB5">
      <w:pPr>
        <w:rPr>
          <w:sz w:val="28"/>
        </w:rPr>
      </w:pPr>
    </w:p>
    <w:p w:rsidR="009B7AB5" w:rsidRPr="009B7AB5" w:rsidRDefault="009B7AB5" w:rsidP="009B7AB5">
      <w:pPr>
        <w:rPr>
          <w:sz w:val="36"/>
        </w:rPr>
      </w:pPr>
      <w:r w:rsidRPr="009B7AB5">
        <w:rPr>
          <w:b/>
          <w:sz w:val="36"/>
        </w:rPr>
        <w:t xml:space="preserve">This project IS </w:t>
      </w:r>
      <w:r w:rsidRPr="009B7AB5">
        <w:rPr>
          <w:b/>
          <w:sz w:val="36"/>
        </w:rPr>
        <w:t>DUE FRIDAY</w:t>
      </w:r>
      <w:r w:rsidRPr="009B7AB5">
        <w:rPr>
          <w:b/>
          <w:sz w:val="36"/>
        </w:rPr>
        <w:t>, February 10</w:t>
      </w:r>
      <w:r w:rsidRPr="009B7AB5">
        <w:rPr>
          <w:b/>
          <w:sz w:val="36"/>
          <w:vertAlign w:val="superscript"/>
        </w:rPr>
        <w:t>th</w:t>
      </w:r>
      <w:r w:rsidRPr="009B7AB5">
        <w:rPr>
          <w:b/>
          <w:sz w:val="36"/>
        </w:rPr>
        <w:t>!</w:t>
      </w:r>
      <w:r>
        <w:rPr>
          <w:sz w:val="36"/>
        </w:rPr>
        <w:t xml:space="preserve">  </w:t>
      </w:r>
      <w:r>
        <w:rPr>
          <w:sz w:val="36"/>
        </w:rPr>
        <w:br/>
        <w:t xml:space="preserve">This is worth 200 points!! </w:t>
      </w:r>
    </w:p>
    <w:sectPr w:rsidR="009B7AB5" w:rsidRPr="009B7A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B5"/>
    <w:rsid w:val="00855CD9"/>
    <w:rsid w:val="009B7AB5"/>
    <w:rsid w:val="00A7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32721B2D</Template>
  <TotalTime>44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Huizinga</dc:creator>
  <cp:lastModifiedBy>Katie Huizinga</cp:lastModifiedBy>
  <cp:revision>1</cp:revision>
  <cp:lastPrinted>2012-02-06T14:44:00Z</cp:lastPrinted>
  <dcterms:created xsi:type="dcterms:W3CDTF">2012-02-06T14:31:00Z</dcterms:created>
  <dcterms:modified xsi:type="dcterms:W3CDTF">2012-02-06T15:17:00Z</dcterms:modified>
</cp:coreProperties>
</file>